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7C388603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 xml:space="preserve">podlimitní sektorovou </w:t>
      </w:r>
      <w:r w:rsidRPr="00B33FED">
        <w:rPr>
          <w:rFonts w:eastAsia="Times New Roman" w:cs="Times New Roman"/>
          <w:lang w:eastAsia="cs-CZ"/>
        </w:rPr>
        <w:t xml:space="preserve">veřejnou zakázku/ veřejnou zakázku malého rozsahu s názvem </w:t>
      </w:r>
      <w:r w:rsidR="00B33FED" w:rsidRPr="00B33FED">
        <w:rPr>
          <w:rFonts w:eastAsia="Times New Roman" w:cs="Times New Roman"/>
          <w:b/>
          <w:lang w:eastAsia="cs-CZ"/>
        </w:rPr>
        <w:t>„Nákup přepravního kontejneru“</w:t>
      </w:r>
      <w:r w:rsidRPr="00B33FED">
        <w:rPr>
          <w:rFonts w:eastAsia="Times New Roman" w:cs="Times New Roman"/>
          <w:lang w:eastAsia="cs-CZ"/>
        </w:rPr>
        <w:t xml:space="preserve">, č.j. </w:t>
      </w:r>
      <w:r w:rsidR="00B33FED" w:rsidRPr="00B33FED">
        <w:rPr>
          <w:rFonts w:eastAsia="Times New Roman" w:cs="Times New Roman"/>
          <w:lang w:eastAsia="cs-CZ"/>
        </w:rPr>
        <w:t>9795/2024-SŽ-OŘ PLZ-ÚPI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 xml:space="preserve">Obchodní tajemství či jiné informace dle § 3 </w:t>
            </w:r>
            <w:proofErr w:type="spellStart"/>
            <w:r w:rsidRPr="00986260">
              <w:rPr>
                <w:rStyle w:val="Siln"/>
              </w:rPr>
              <w:t>odst</w:t>
            </w:r>
            <w:proofErr w:type="spellEnd"/>
            <w:r w:rsidRPr="00986260">
              <w:rPr>
                <w:rStyle w:val="Siln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7308BA" w:rsidRDefault="00B33FED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7308BA" w:rsidRDefault="00B33FED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A740A" w14:textId="77777777" w:rsidR="00FE2779" w:rsidRDefault="00FE277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CCCBF" w14:textId="77777777" w:rsidR="00FE2779" w:rsidRDefault="00FE27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05A252C1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</w:t>
    </w:r>
    <w:proofErr w:type="gramStart"/>
    <w:r w:rsidRPr="00986260">
      <w:rPr>
        <w:rStyle w:val="Zvraznn"/>
      </w:rPr>
      <w:t>předloží</w:t>
    </w:r>
    <w:proofErr w:type="gramEnd"/>
    <w:r w:rsidRPr="00986260">
      <w:rPr>
        <w:rStyle w:val="Zvraznn"/>
      </w:rPr>
      <w:t xml:space="preserve">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3FE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A0504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90121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7B57F1A-E189-46EF-8189-9BCBC73BAE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65</TotalTime>
  <Pages>2</Pages>
  <Words>471</Words>
  <Characters>2779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Kabátová Jana, Mgr.</cp:lastModifiedBy>
  <cp:revision>8</cp:revision>
  <cp:lastPrinted>2017-11-28T17:18:00Z</cp:lastPrinted>
  <dcterms:created xsi:type="dcterms:W3CDTF">2023-11-16T10:29:00Z</dcterms:created>
  <dcterms:modified xsi:type="dcterms:W3CDTF">2024-03-28T09:12:00Z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